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1420D6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1420D6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1420D6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1420D6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1420D6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MARCHÉ DE TRAVAUX</w:t>
            </w:r>
          </w:p>
          <w:p w:rsidR="00902B77" w:rsidRPr="001420D6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1420D6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1420D6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1420D6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1420D6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1420D6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1420D6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1420D6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1420D6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1420D6">
              <w:rPr>
                <w:rFonts w:ascii="Marianne" w:hAnsi="Marianne"/>
                <w:sz w:val="22"/>
                <w:szCs w:val="22"/>
              </w:rPr>
              <w:t>e l’acheteur</w:t>
            </w:r>
            <w:r w:rsidRPr="001420D6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1420D6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1420D6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1420D6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1420D6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 w:cs="Times New Roman"/>
                <w:bCs/>
                <w:sz w:val="22"/>
                <w:szCs w:val="22"/>
              </w:rPr>
            </w:pP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1420D6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  <w:p w:rsidR="00DE1758" w:rsidRPr="001420D6" w:rsidRDefault="00DE1758">
            <w:pPr>
              <w:tabs>
                <w:tab w:val="left" w:pos="72"/>
              </w:tabs>
              <w:ind w:left="72" w:hanging="5"/>
              <w:rPr>
                <w:rFonts w:ascii="Marianne" w:hAnsi="Marianne"/>
                <w:sz w:val="22"/>
                <w:szCs w:val="22"/>
              </w:rPr>
            </w:pP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1420D6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1420D6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1420D6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1420D6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1420D6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1420D6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1420D6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1420D6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1420D6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1420D6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1420D6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1420D6">
              <w:rPr>
                <w:rFonts w:ascii="Marianne" w:hAnsi="Marianne"/>
                <w:b/>
                <w:szCs w:val="22"/>
              </w:rPr>
              <w:t>M</w:t>
            </w:r>
            <w:r w:rsidRPr="001420D6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1420D6">
              <w:rPr>
                <w:rFonts w:ascii="Marianne" w:hAnsi="Marianne"/>
                <w:b/>
                <w:szCs w:val="22"/>
              </w:rPr>
              <w:t xml:space="preserve"> = </w:t>
            </w:r>
            <w:r w:rsidR="001420D6" w:rsidRPr="001420D6">
              <w:rPr>
                <w:rFonts w:ascii="Marianne" w:hAnsi="Marianne"/>
                <w:b/>
              </w:rPr>
              <w:t>novembre 2025</w:t>
            </w:r>
          </w:p>
        </w:tc>
      </w:tr>
    </w:tbl>
    <w:p w:rsidR="00DE1758" w:rsidRPr="001420D6" w:rsidRDefault="00E4613C" w:rsidP="001420D6">
      <w:pPr>
        <w:pStyle w:val="StyleTitre1ToutenmajusculeGaucheAvant12pt"/>
      </w:pPr>
      <w:bookmarkStart w:id="1" w:name="_Toc153336856"/>
      <w:bookmarkEnd w:id="0"/>
      <w:r w:rsidRPr="001420D6">
        <w:t>Objet du marché</w:t>
      </w:r>
      <w:bookmarkEnd w:id="1"/>
    </w:p>
    <w:p w:rsidR="00DE1758" w:rsidRDefault="00E4613C" w:rsidP="001420D6">
      <w:pPr>
        <w:ind w:right="-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 présent marché, passé selon la procédure</w:t>
      </w:r>
      <w:r w:rsidR="001420D6" w:rsidRPr="001420D6">
        <w:rPr>
          <w:rFonts w:ascii="Marianne" w:hAnsi="Marianne"/>
          <w:szCs w:val="24"/>
        </w:rPr>
        <w:t xml:space="preserve"> adaptée (articles R. 2123‑1, R. 2123‑4 et R. 2123‑5 du Code de la commande publique) </w:t>
      </w:r>
      <w:r w:rsidRPr="001420D6">
        <w:rPr>
          <w:rFonts w:ascii="Marianne" w:hAnsi="Marianne"/>
          <w:szCs w:val="24"/>
        </w:rPr>
        <w:t>concerne</w:t>
      </w:r>
      <w:r w:rsidR="00DF1D3B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1420D6" w:rsidRPr="001420D6" w:rsidRDefault="001420D6" w:rsidP="001420D6">
      <w:pPr>
        <w:spacing w:line="120" w:lineRule="auto"/>
        <w:rPr>
          <w:rFonts w:ascii="Marianne" w:hAnsi="Marianne"/>
          <w:szCs w:val="24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1420D6" w:rsidRPr="001420D6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1420D6" w:rsidRDefault="00E4613C">
            <w:pPr>
              <w:rPr>
                <w:rFonts w:ascii="Marianne" w:hAnsi="Marianne"/>
                <w:b/>
                <w:szCs w:val="24"/>
              </w:rPr>
            </w:pPr>
            <w:r w:rsidRPr="001420D6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1420D6" w:rsidRDefault="001420D6">
            <w:pPr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Travaux de restauration de la Nécropole Nationale d’ALTKIRCH</w:t>
            </w:r>
          </w:p>
        </w:tc>
      </w:tr>
      <w:tr w:rsidR="005316C0" w:rsidRPr="005316C0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5316C0" w:rsidRDefault="00E4613C">
            <w:pPr>
              <w:rPr>
                <w:rFonts w:ascii="Marianne" w:hAnsi="Marianne"/>
                <w:b/>
                <w:szCs w:val="24"/>
              </w:rPr>
            </w:pPr>
            <w:r w:rsidRPr="005316C0">
              <w:rPr>
                <w:rFonts w:ascii="Marianne" w:hAnsi="Marianne"/>
                <w:b/>
                <w:szCs w:val="24"/>
              </w:rPr>
              <w:t>Lot n</w:t>
            </w:r>
            <w:r w:rsidR="00DF1D3B" w:rsidRPr="005316C0">
              <w:rPr>
                <w:rFonts w:ascii="Marianne" w:hAnsi="Marianne"/>
                <w:b/>
                <w:szCs w:val="24"/>
              </w:rPr>
              <w:t>º </w:t>
            </w:r>
            <w:r w:rsidR="005316C0" w:rsidRPr="005316C0">
              <w:rPr>
                <w:rFonts w:ascii="Marianne" w:hAnsi="Marianne"/>
                <w:b/>
                <w:szCs w:val="24"/>
              </w:rPr>
              <w:t>1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5316C0" w:rsidRDefault="005316C0">
            <w:pPr>
              <w:rPr>
                <w:rFonts w:ascii="Marianne" w:hAnsi="Marianne"/>
                <w:b/>
              </w:rPr>
            </w:pPr>
            <w:r w:rsidRPr="005316C0">
              <w:rPr>
                <w:rFonts w:ascii="Marianne" w:hAnsi="Marianne"/>
                <w:b/>
              </w:rPr>
              <w:t>G</w:t>
            </w:r>
            <w:r w:rsidRPr="005316C0">
              <w:rPr>
                <w:b/>
              </w:rPr>
              <w:t>ros œuvre/Pierre de taille</w:t>
            </w:r>
          </w:p>
        </w:tc>
      </w:tr>
    </w:tbl>
    <w:p w:rsidR="00DE1758" w:rsidRPr="001420D6" w:rsidRDefault="00E4613C" w:rsidP="001420D6">
      <w:pPr>
        <w:pStyle w:val="StyleTitre1ToutenmajusculeGaucheAvant12pt"/>
      </w:pPr>
      <w:bookmarkStart w:id="2" w:name="_Toc153336857"/>
      <w:r w:rsidRPr="001420D6">
        <w:t>Engagement</w:t>
      </w:r>
      <w:bookmarkEnd w:id="2"/>
    </w:p>
    <w:p w:rsidR="00DE1758" w:rsidRPr="001420D6" w:rsidRDefault="00E4613C">
      <w:pPr>
        <w:rPr>
          <w:rFonts w:ascii="Marianne" w:hAnsi="Marianne"/>
          <w:b/>
          <w:i/>
          <w:u w:val="single"/>
        </w:rPr>
      </w:pPr>
      <w:r w:rsidRPr="001420D6">
        <w:rPr>
          <w:rFonts w:ascii="Marianne" w:hAnsi="Marianne"/>
          <w:b/>
          <w:i/>
          <w:u w:val="single"/>
        </w:rPr>
        <w:t>Candidature en entreprise unique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Je soussigné, M. / Mme (Nom, Prénom)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Qualité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Représentant l’entreprise (raison sociale et nom commercial si différent)</w:t>
      </w:r>
      <w:r w:rsidR="00016EF3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spacing w:line="120" w:lineRule="auto"/>
        <w:rPr>
          <w:rFonts w:ascii="Marianne" w:hAnsi="Marianne"/>
        </w:rPr>
      </w:pPr>
    </w:p>
    <w:p w:rsidR="00BD2173" w:rsidRPr="001420D6" w:rsidRDefault="00BD2173" w:rsidP="00BD2173">
      <w:pPr>
        <w:spacing w:before="60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</w:t>
      </w:r>
      <w:r w:rsidRPr="001420D6">
        <w:rPr>
          <w:rFonts w:ascii="Marianne" w:hAnsi="Marianne"/>
          <w:b/>
        </w:rPr>
        <w:t>avec indicatif si entreprise étrangère</w:t>
      </w:r>
    </w:p>
    <w:p w:rsidR="00BD2173" w:rsidRPr="001420D6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jc w:val="left"/>
        <w:rPr>
          <w:rFonts w:ascii="Marianne" w:hAnsi="Marianne"/>
        </w:rPr>
      </w:pPr>
    </w:p>
    <w:p w:rsidR="00BD2173" w:rsidRPr="001420D6" w:rsidRDefault="00BD2173" w:rsidP="00BD2173">
      <w:pPr>
        <w:jc w:val="left"/>
        <w:rPr>
          <w:rFonts w:ascii="Marianne" w:hAnsi="Marianne"/>
        </w:rPr>
      </w:pPr>
      <w:r w:rsidRPr="001420D6">
        <w:rPr>
          <w:rFonts w:ascii="Marianne" w:hAnsi="Marianne"/>
        </w:rPr>
        <w:t>Agissant seul</w:t>
      </w:r>
    </w:p>
    <w:p w:rsidR="00BD2173" w:rsidRPr="001420D6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1420D6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1420D6">
        <w:rPr>
          <w:rFonts w:ascii="Marianne" w:hAnsi="Marianne"/>
          <w:b/>
        </w:rPr>
        <w:lastRenderedPageBreak/>
        <w:t>OU</w:t>
      </w:r>
      <w:proofErr w:type="gramEnd"/>
    </w:p>
    <w:p w:rsidR="00BD2173" w:rsidRPr="001420D6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1420D6" w:rsidRDefault="00BD2173" w:rsidP="00BD2173">
      <w:pPr>
        <w:rPr>
          <w:rFonts w:ascii="Marianne" w:hAnsi="Marianne"/>
          <w:b/>
          <w:i/>
          <w:u w:val="single"/>
        </w:rPr>
      </w:pPr>
      <w:r w:rsidRPr="001420D6">
        <w:rPr>
          <w:rFonts w:ascii="Marianne" w:hAnsi="Marianne"/>
          <w:b/>
          <w:i/>
          <w:u w:val="single"/>
        </w:rPr>
        <w:t>Candidature en groupement</w:t>
      </w:r>
    </w:p>
    <w:p w:rsidR="00763DA3" w:rsidRPr="001420D6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1420D6">
        <w:rPr>
          <w:rFonts w:ascii="Marianne" w:hAnsi="Marianne"/>
        </w:rPr>
        <w:t>Je soussigné, M. / Mme (Nom, Prénom)</w:t>
      </w:r>
      <w:r w:rsidR="00016EF3" w:rsidRPr="001420D6">
        <w:rPr>
          <w:rFonts w:ascii="Marianne" w:hAnsi="Marianne"/>
        </w:rPr>
        <w:t> :</w:t>
      </w:r>
      <w:r w:rsidRPr="001420D6">
        <w:rPr>
          <w:rFonts w:ascii="Marianne" w:hAnsi="Marianne"/>
        </w:rPr>
        <w:t xml:space="preserve"> </w:t>
      </w:r>
      <w:r w:rsidRPr="001420D6">
        <w:rPr>
          <w:rFonts w:ascii="Marianne" w:hAnsi="Marianne"/>
        </w:rPr>
        <w:tab/>
      </w:r>
    </w:p>
    <w:p w:rsidR="00763DA3" w:rsidRPr="001420D6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Qualité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763DA3" w:rsidRPr="001420D6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Représentant le </w:t>
      </w:r>
      <w:r w:rsidRPr="001420D6">
        <w:rPr>
          <w:rFonts w:ascii="Marianne" w:hAnsi="Marianne"/>
          <w:b/>
        </w:rPr>
        <w:t>mandataire (cotraitant 1)</w:t>
      </w:r>
      <w:r w:rsidRPr="001420D6">
        <w:rPr>
          <w:rFonts w:ascii="Marianne" w:hAnsi="Marianne"/>
        </w:rPr>
        <w:t xml:space="preserve"> dûment habilité du groupement</w:t>
      </w:r>
    </w:p>
    <w:p w:rsidR="00763DA3" w:rsidRPr="001420D6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1420D6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1420D6" w:rsidRDefault="00BD2173" w:rsidP="00C5705B">
      <w:pPr>
        <w:pBdr>
          <w:left w:val="single" w:sz="4" w:space="4" w:color="auto"/>
        </w:pBdr>
        <w:spacing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Représentant l’entreprise (raison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spacing w:before="60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</w:t>
      </w:r>
      <w:r w:rsidRPr="001420D6">
        <w:rPr>
          <w:rFonts w:ascii="Marianne" w:hAnsi="Marianne"/>
          <w:b/>
        </w:rPr>
        <w:t>avec indicatif si entreprise étrangère</w:t>
      </w:r>
    </w:p>
    <w:p w:rsidR="00BD2173" w:rsidRPr="001420D6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rPr>
          <w:rFonts w:ascii="Marianne" w:hAnsi="Marianne"/>
          <w:b/>
          <w:szCs w:val="24"/>
        </w:rPr>
      </w:pPr>
    </w:p>
    <w:p w:rsidR="00BD2173" w:rsidRPr="001420D6" w:rsidRDefault="00BD2173" w:rsidP="00BD2173">
      <w:pPr>
        <w:rPr>
          <w:rFonts w:ascii="Marianne" w:hAnsi="Marianne"/>
          <w:szCs w:val="24"/>
        </w:rPr>
      </w:pPr>
      <w:r w:rsidRPr="001420D6">
        <w:rPr>
          <w:rFonts w:ascii="Marianne" w:hAnsi="Marianne"/>
          <w:b/>
          <w:szCs w:val="24"/>
        </w:rPr>
        <w:t>En cas de groupement conjoint,</w:t>
      </w:r>
      <w:r w:rsidRPr="001420D6">
        <w:rPr>
          <w:rFonts w:ascii="Marianne" w:hAnsi="Marianne"/>
          <w:szCs w:val="24"/>
        </w:rPr>
        <w:t xml:space="preserve"> le mandataire est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BD2173" w:rsidRPr="001420D6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45B04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1420D6" w:rsidRDefault="00BD2173" w:rsidP="00BD2173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BD2173" w:rsidRPr="001420D6" w:rsidRDefault="00BD2173" w:rsidP="00BD2173">
      <w:pPr>
        <w:rPr>
          <w:rFonts w:ascii="Marianne" w:hAnsi="Marianne"/>
          <w:szCs w:val="24"/>
        </w:rPr>
      </w:pPr>
    </w:p>
    <w:p w:rsidR="00BD2173" w:rsidRPr="001420D6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>Cotraitant 2</w:t>
      </w:r>
      <w:r w:rsidR="003C3898" w:rsidRPr="001420D6">
        <w:rPr>
          <w:rFonts w:ascii="Marianne" w:hAnsi="Marianne"/>
          <w:b/>
          <w:szCs w:val="24"/>
        </w:rPr>
        <w:t> </w:t>
      </w:r>
      <w:r w:rsidRPr="001420D6">
        <w:rPr>
          <w:rFonts w:ascii="Marianne" w:hAnsi="Marianne"/>
          <w:b/>
          <w:szCs w:val="24"/>
        </w:rPr>
        <w:t>: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/>
          <w:szCs w:val="24"/>
        </w:rPr>
        <w:t>Nom de l’entreprise (</w:t>
      </w:r>
      <w:r w:rsidRPr="001420D6">
        <w:rPr>
          <w:rFonts w:ascii="Marianne" w:hAnsi="Marianne"/>
        </w:rPr>
        <w:t>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  <w:r w:rsidRPr="001420D6">
        <w:rPr>
          <w:rFonts w:ascii="Marianne" w:hAnsi="Marianne"/>
          <w:b/>
        </w:rPr>
        <w:t xml:space="preserve"> avec indicatif si entreprise étrangère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rPr>
          <w:rFonts w:ascii="Marianne" w:hAnsi="Marianne"/>
          <w:szCs w:val="24"/>
        </w:rPr>
      </w:pPr>
    </w:p>
    <w:p w:rsidR="00BD2173" w:rsidRPr="001420D6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>Cotraitant 3</w:t>
      </w:r>
      <w:r w:rsidR="003C3898" w:rsidRPr="001420D6">
        <w:rPr>
          <w:rFonts w:ascii="Marianne" w:hAnsi="Marianne"/>
          <w:b/>
          <w:szCs w:val="24"/>
        </w:rPr>
        <w:t> </w:t>
      </w:r>
      <w:r w:rsidRPr="001420D6">
        <w:rPr>
          <w:rFonts w:ascii="Marianne" w:hAnsi="Marianne"/>
          <w:b/>
          <w:szCs w:val="24"/>
        </w:rPr>
        <w:t>: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/>
          <w:szCs w:val="24"/>
        </w:rPr>
        <w:t>Nom de l’entreprise (</w:t>
      </w:r>
      <w:r w:rsidRPr="001420D6">
        <w:rPr>
          <w:rFonts w:ascii="Marianne" w:hAnsi="Marianne"/>
        </w:rPr>
        <w:t>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1420D6">
        <w:rPr>
          <w:rFonts w:ascii="Marianne" w:hAnsi="Marianne"/>
        </w:rPr>
        <w:lastRenderedPageBreak/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  <w:r w:rsidRPr="001420D6">
        <w:rPr>
          <w:rFonts w:ascii="Marianne" w:hAnsi="Marianne"/>
          <w:b/>
        </w:rPr>
        <w:t xml:space="preserve"> avec indicatif si entreprise étrangère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DE1758" w:rsidRPr="001420D6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1420D6">
        <w:rPr>
          <w:rFonts w:ascii="Marianne" w:hAnsi="Marianne"/>
        </w:rPr>
        <w:t>après</w:t>
      </w:r>
      <w:proofErr w:type="gramEnd"/>
      <w:r w:rsidRPr="001420D6">
        <w:rPr>
          <w:rFonts w:ascii="Marianne" w:hAnsi="Marianne"/>
        </w:rPr>
        <w:t xml:space="preserve"> avoir pris connaissance du cahier des clauses administratives</w:t>
      </w:r>
      <w:r w:rsidR="00CE4C03" w:rsidRPr="001420D6">
        <w:rPr>
          <w:rFonts w:ascii="Marianne" w:hAnsi="Marianne"/>
        </w:rPr>
        <w:t xml:space="preserve"> particulières (</w:t>
      </w:r>
      <w:r w:rsidRPr="001420D6">
        <w:rPr>
          <w:rFonts w:ascii="Marianne" w:hAnsi="Marianne"/>
        </w:rPr>
        <w:t xml:space="preserve">C.C.A.P) </w:t>
      </w:r>
      <w:r w:rsidR="00CE4C03" w:rsidRPr="001420D6">
        <w:rPr>
          <w:rFonts w:ascii="Marianne" w:hAnsi="Marianne"/>
        </w:rPr>
        <w:t>n</w:t>
      </w:r>
      <w:r w:rsidR="003C3898" w:rsidRPr="001420D6">
        <w:rPr>
          <w:rFonts w:ascii="Marianne" w:hAnsi="Marianne"/>
        </w:rPr>
        <w:t>º</w:t>
      </w:r>
      <w:r w:rsidR="00016EF3" w:rsidRPr="001420D6">
        <w:rPr>
          <w:rFonts w:ascii="Marianne" w:hAnsi="Marianne"/>
        </w:rPr>
        <w:t> </w:t>
      </w:r>
      <w:r w:rsidR="001420D6" w:rsidRPr="001420D6">
        <w:rPr>
          <w:rFonts w:ascii="Marianne" w:hAnsi="Marianne"/>
        </w:rPr>
        <w:t>25019</w:t>
      </w:r>
      <w:r w:rsidR="00CE4C03" w:rsidRPr="001420D6">
        <w:rPr>
          <w:rFonts w:ascii="Marianne" w:hAnsi="Marianne"/>
        </w:rPr>
        <w:t xml:space="preserve"> </w:t>
      </w:r>
      <w:r w:rsidRPr="001420D6">
        <w:rPr>
          <w:rFonts w:ascii="Marianne" w:hAnsi="Marianne"/>
        </w:rPr>
        <w:t>et des documents qui y sont mentionnés,</w:t>
      </w:r>
    </w:p>
    <w:p w:rsidR="00DE1758" w:rsidRPr="001420D6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r w:rsidRPr="001420D6">
        <w:rPr>
          <w:rFonts w:ascii="Marianne" w:hAnsi="Marianne"/>
        </w:rPr>
        <w:t>et après avoir fourni les éléments prévus par la réglementation à l’appui de ma candidature et mon offre,</w:t>
      </w:r>
    </w:p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 xml:space="preserve">JE M’ENGAGE OU </w:t>
      </w:r>
      <w:r w:rsidRPr="001420D6">
        <w:rPr>
          <w:rFonts w:ascii="Marianne" w:hAnsi="Marianne"/>
          <w:b/>
        </w:rPr>
        <w:t>J’ENGAGE</w:t>
      </w:r>
      <w:r w:rsidRPr="001420D6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1420D6" w:rsidRDefault="00DE1758" w:rsidP="001420D6">
      <w:pPr>
        <w:pStyle w:val="Normal1"/>
        <w:spacing w:line="120" w:lineRule="auto"/>
      </w:pPr>
    </w:p>
    <w:p w:rsidR="00DE1758" w:rsidRPr="001420D6" w:rsidRDefault="00E4613C" w:rsidP="001420D6">
      <w:pPr>
        <w:pStyle w:val="Normal1"/>
      </w:pPr>
      <w:r w:rsidRPr="001420D6">
        <w:t xml:space="preserve">L’offre ainsi présentée ne nous lie toutefois que si la décision d’attribution intervient dans un délai de </w:t>
      </w:r>
      <w:r w:rsidRPr="001420D6">
        <w:rPr>
          <w:b/>
        </w:rPr>
        <w:t>120</w:t>
      </w:r>
      <w:r w:rsidR="009F7CC2" w:rsidRPr="001420D6">
        <w:rPr>
          <w:b/>
        </w:rPr>
        <w:t> </w:t>
      </w:r>
      <w:r w:rsidRPr="001420D6">
        <w:rPr>
          <w:b/>
        </w:rPr>
        <w:t>jours</w:t>
      </w:r>
      <w:r w:rsidR="003C3898" w:rsidRPr="001420D6">
        <w:t xml:space="preserve"> </w:t>
      </w:r>
      <w:r w:rsidRPr="001420D6">
        <w:t>à compter de la date limite de réception des offres fixée par le règlement de la consultation.</w:t>
      </w:r>
    </w:p>
    <w:p w:rsidR="00DE1758" w:rsidRPr="001420D6" w:rsidRDefault="00E4613C" w:rsidP="001420D6">
      <w:pPr>
        <w:pStyle w:val="StyleTitre1ToutenmajusculeGaucheAvant12pt"/>
      </w:pPr>
      <w:bookmarkStart w:id="7" w:name="_Toc153336861"/>
      <w:r w:rsidRPr="001420D6">
        <w:t>Prix</w:t>
      </w:r>
      <w:bookmarkEnd w:id="7"/>
      <w:r w:rsidRPr="001420D6">
        <w:t xml:space="preserve"> (a adapter si exoneration TVA)</w:t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r w:rsidRPr="001420D6">
        <w:rPr>
          <w:rFonts w:ascii="Marianne" w:hAnsi="Marianne"/>
        </w:rPr>
        <w:t xml:space="preserve"> </w:t>
      </w:r>
      <w:bookmarkStart w:id="8" w:name="_Toc153336862"/>
      <w:r w:rsidRPr="001420D6">
        <w:rPr>
          <w:rFonts w:ascii="Marianne" w:hAnsi="Marianne"/>
        </w:rPr>
        <w:t>Caractéristiques des prix</w:t>
      </w:r>
      <w:bookmarkEnd w:id="8"/>
    </w:p>
    <w:p w:rsidR="002B3A28" w:rsidRPr="001420D6" w:rsidRDefault="002B3A28" w:rsidP="002B3A28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travaux exécutés au titre du présent marché, conformément au 4. 10° de l’article 261 du code général des impôts (CGI), sont, pour le titulaire ou les cotraitants, exonérés de TVA.</w:t>
      </w:r>
    </w:p>
    <w:p w:rsidR="002B3A28" w:rsidRPr="001420D6" w:rsidRDefault="002B3A28" w:rsidP="001420D6">
      <w:pPr>
        <w:spacing w:line="120" w:lineRule="auto"/>
        <w:rPr>
          <w:rFonts w:ascii="Marianne" w:hAnsi="Marianne"/>
          <w:szCs w:val="24"/>
        </w:rPr>
      </w:pPr>
    </w:p>
    <w:p w:rsidR="002B3A28" w:rsidRPr="001420D6" w:rsidRDefault="002B3A28" w:rsidP="002B3A28">
      <w:pPr>
        <w:rPr>
          <w:rFonts w:ascii="Marianne" w:hAnsi="Marianne"/>
          <w:szCs w:val="24"/>
        </w:rPr>
      </w:pPr>
      <w:r w:rsidRPr="001420D6">
        <w:rPr>
          <w:rFonts w:ascii="Marianne" w:hAnsi="Marianne"/>
          <w:b/>
          <w:szCs w:val="24"/>
        </w:rPr>
        <w:t>Il est à noter que l’exonération de TVA n’est pas étendue aux sous-traitants et aux fournisseurs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ceux-ci doivent acquitter et facturer la TVA aux entrepreneurs titulaires du marché qui peuvent en opérer la déduction ou bénéficier, le cas échéant, de la restitution de la TVA.</w:t>
      </w:r>
    </w:p>
    <w:p w:rsidR="002B3A28" w:rsidRPr="001420D6" w:rsidRDefault="002B3A28" w:rsidP="001420D6">
      <w:pPr>
        <w:spacing w:line="120" w:lineRule="auto"/>
        <w:rPr>
          <w:rFonts w:ascii="Marianne" w:hAnsi="Marianne"/>
          <w:szCs w:val="24"/>
        </w:rPr>
      </w:pPr>
    </w:p>
    <w:p w:rsidR="002B3A28" w:rsidRDefault="00E4613C" w:rsidP="00167EE1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1420D6" w:rsidRPr="001420D6" w:rsidRDefault="001420D6" w:rsidP="00D12515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b/>
          <w:vanish w:val="0"/>
          <w:sz w:val="24"/>
          <w:szCs w:val="24"/>
        </w:rPr>
      </w:pP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>Pour la solution de base</w:t>
      </w:r>
      <w:r w:rsidR="003A1015" w:rsidRPr="001420D6">
        <w:rPr>
          <w:rStyle w:val="Style3"/>
          <w:rFonts w:ascii="Marianne" w:hAnsi="Marianne"/>
          <w:b/>
          <w:vanish w:val="0"/>
          <w:sz w:val="24"/>
          <w:szCs w:val="24"/>
        </w:rPr>
        <w:t> </w:t>
      </w: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>: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>Montant hors taxe</w:t>
      </w:r>
      <w:r w:rsidRPr="001420D6">
        <w:rPr>
          <w:rFonts w:ascii="Marianne" w:hAnsi="Marianne"/>
          <w:color w:val="FF0000"/>
          <w:szCs w:val="24"/>
        </w:rPr>
        <w:tab/>
        <w:t>: </w:t>
      </w:r>
      <w:r w:rsidRPr="001420D6">
        <w:rPr>
          <w:rFonts w:ascii="Marianne" w:hAnsi="Marianne"/>
          <w:color w:val="FF0000"/>
          <w:szCs w:val="24"/>
        </w:rPr>
        <w:tab/>
        <w:t> Euros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 xml:space="preserve">Soit en lettres : </w:t>
      </w:r>
      <w:r w:rsidRPr="001420D6">
        <w:rPr>
          <w:rFonts w:ascii="Marianne" w:hAnsi="Marianne"/>
          <w:color w:val="FF0000"/>
          <w:szCs w:val="24"/>
        </w:rPr>
        <w:tab/>
      </w:r>
    </w:p>
    <w:p w:rsidR="00DE1758" w:rsidRPr="001420D6" w:rsidRDefault="00DE1758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vanish w:val="0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vanish w:val="0"/>
          <w:sz w:val="24"/>
          <w:szCs w:val="24"/>
        </w:rPr>
      </w:pP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 xml:space="preserve">Pour la variante 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>Montant hors taxe</w:t>
      </w:r>
      <w:r w:rsidRPr="001420D6">
        <w:rPr>
          <w:rFonts w:ascii="Marianne" w:hAnsi="Marianne"/>
          <w:color w:val="FF0000"/>
          <w:szCs w:val="24"/>
        </w:rPr>
        <w:tab/>
        <w:t>: </w:t>
      </w:r>
      <w:r w:rsidRPr="001420D6">
        <w:rPr>
          <w:rFonts w:ascii="Marianne" w:hAnsi="Marianne"/>
          <w:color w:val="FF0000"/>
          <w:szCs w:val="24"/>
        </w:rPr>
        <w:tab/>
        <w:t> Euros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 xml:space="preserve">Soit en lettres : </w:t>
      </w:r>
      <w:r w:rsidRPr="001420D6">
        <w:rPr>
          <w:rFonts w:ascii="Marianne" w:hAnsi="Marianne"/>
          <w:color w:val="FF0000"/>
          <w:szCs w:val="24"/>
        </w:rPr>
        <w:tab/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9" w:name="_Toc153336863"/>
      <w:r w:rsidRPr="001420D6">
        <w:rPr>
          <w:rFonts w:ascii="Marianne" w:hAnsi="Marianne"/>
        </w:rPr>
        <w:t>Sous-traitance</w:t>
      </w:r>
      <w:bookmarkEnd w:id="9"/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Déclaration de sous-traitance</w:t>
      </w:r>
      <w:r w:rsidR="00883C97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annexes nº</w:t>
      </w:r>
      <w:r w:rsidR="00E30FAF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</w:t>
      </w:r>
      <w:r w:rsidR="00E30FAF" w:rsidRPr="001420D6">
        <w:rPr>
          <w:rFonts w:ascii="Marianne" w:hAnsi="Marianne"/>
          <w:szCs w:val="24"/>
        </w:rPr>
        <w:t>..</w:t>
      </w:r>
      <w:r w:rsidR="00BA1057" w:rsidRPr="001420D6">
        <w:rPr>
          <w:rFonts w:ascii="Marianne" w:hAnsi="Marianne"/>
          <w:szCs w:val="24"/>
        </w:rPr>
        <w:t xml:space="preserve">, </w:t>
      </w:r>
      <w:r w:rsidR="00E30FAF"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="00E30FAF" w:rsidRPr="001420D6">
        <w:rPr>
          <w:rFonts w:ascii="Marianne" w:hAnsi="Marianne"/>
          <w:szCs w:val="24"/>
        </w:rPr>
        <w:t>.</w:t>
      </w:r>
      <w:r w:rsidR="00BA1057" w:rsidRPr="001420D6">
        <w:rPr>
          <w:rFonts w:ascii="Marianne" w:hAnsi="Marianne"/>
          <w:szCs w:val="24"/>
        </w:rPr>
        <w:t>..</w:t>
      </w:r>
      <w:r w:rsidRPr="001420D6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Montant hors taxe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TVA (taux de … %)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lastRenderedPageBreak/>
        <w:t>Montant TTC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 xml:space="preserve">Soit en lettres : </w:t>
      </w:r>
      <w:r w:rsidRPr="001420D6">
        <w:rPr>
          <w:rFonts w:ascii="Marianne" w:hAnsi="Marianne"/>
          <w:szCs w:val="24"/>
        </w:rPr>
        <w:tab/>
      </w:r>
    </w:p>
    <w:p w:rsidR="00DE1758" w:rsidRPr="001420D6" w:rsidRDefault="00DE1758" w:rsidP="001420D6">
      <w:pPr>
        <w:tabs>
          <w:tab w:val="left" w:pos="284"/>
          <w:tab w:val="left" w:pos="567"/>
          <w:tab w:val="left" w:pos="851"/>
        </w:tabs>
        <w:spacing w:line="120" w:lineRule="auto"/>
        <w:ind w:firstLine="284"/>
        <w:rPr>
          <w:rFonts w:ascii="Marianne" w:hAnsi="Marianne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1420D6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0D2539" w:rsidRPr="001420D6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1420D6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1420D6">
        <w:rPr>
          <w:rFonts w:ascii="Marianne" w:hAnsi="Marianne"/>
          <w:szCs w:val="24"/>
        </w:rPr>
        <w:tab/>
        <w:t xml:space="preserve"> € T.T.C. soit en lettres </w:t>
      </w:r>
      <w:r w:rsidRPr="001420D6">
        <w:rPr>
          <w:rFonts w:ascii="Marianne" w:hAnsi="Marianne"/>
          <w:szCs w:val="24"/>
        </w:rPr>
        <w:tab/>
      </w:r>
    </w:p>
    <w:p w:rsidR="00DE1758" w:rsidRPr="001420D6" w:rsidRDefault="00E4613C" w:rsidP="001420D6">
      <w:pPr>
        <w:pStyle w:val="StyleTitre1ToutenmajusculeGaucheAvant12pt"/>
      </w:pPr>
      <w:r w:rsidRPr="001420D6">
        <w:t>Règlement des prestations</w:t>
      </w:r>
      <w:bookmarkEnd w:id="10"/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11" w:name="_Toc153336868"/>
      <w:r w:rsidRPr="001420D6">
        <w:rPr>
          <w:rFonts w:ascii="Marianne" w:hAnsi="Marianne"/>
        </w:rPr>
        <w:t xml:space="preserve"> Avance</w:t>
      </w:r>
      <w:bookmarkEnd w:id="11"/>
    </w:p>
    <w:p w:rsidR="00DE1758" w:rsidRPr="001420D6" w:rsidRDefault="00E4613C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Conformément aux dispositions du CCAP, le titulaire déclare</w:t>
      </w:r>
      <w:r w:rsidR="00B36067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45B04">
        <w:rPr>
          <w:rFonts w:ascii="Marianne" w:hAnsi="Marianne"/>
        </w:rPr>
      </w:r>
      <w:r w:rsidR="00445B04">
        <w:rPr>
          <w:rFonts w:ascii="Marianne" w:hAnsi="Marianne"/>
        </w:rPr>
        <w:fldChar w:fldCharType="separate"/>
      </w:r>
      <w:bookmarkStart w:id="12" w:name="__Fieldmark__723_4252859514"/>
      <w:bookmarkStart w:id="13" w:name="__Fieldmark__820_2719176277"/>
      <w:bookmarkEnd w:id="12"/>
      <w:bookmarkEnd w:id="13"/>
      <w:r w:rsidRPr="001420D6">
        <w:rPr>
          <w:rFonts w:ascii="Marianne" w:hAnsi="Marianne"/>
        </w:rPr>
        <w:fldChar w:fldCharType="end"/>
      </w:r>
      <w:r w:rsidR="003A1015" w:rsidRPr="001420D6">
        <w:rPr>
          <w:rFonts w:ascii="Marianne" w:hAnsi="Marianne"/>
          <w:szCs w:val="24"/>
        </w:rPr>
        <w:t>  </w:t>
      </w:r>
      <w:r w:rsidRPr="001420D6">
        <w:rPr>
          <w:rFonts w:ascii="Marianne" w:hAnsi="Marianne"/>
          <w:szCs w:val="24"/>
        </w:rPr>
        <w:t xml:space="preserve">Accepter l’avance </w:t>
      </w: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45B04">
        <w:rPr>
          <w:rFonts w:ascii="Marianne" w:hAnsi="Marianne"/>
        </w:rPr>
      </w:r>
      <w:r w:rsidR="00445B04">
        <w:rPr>
          <w:rFonts w:ascii="Marianne" w:hAnsi="Marianne"/>
        </w:rPr>
        <w:fldChar w:fldCharType="separate"/>
      </w:r>
      <w:bookmarkStart w:id="14" w:name="__Fieldmark__732_4252859514"/>
      <w:bookmarkStart w:id="15" w:name="__Fieldmark__824_2719176277"/>
      <w:bookmarkEnd w:id="14"/>
      <w:bookmarkEnd w:id="15"/>
      <w:r w:rsidRPr="001420D6">
        <w:rPr>
          <w:rFonts w:ascii="Marianne" w:hAnsi="Marianne"/>
        </w:rPr>
        <w:fldChar w:fldCharType="end"/>
      </w:r>
      <w:r w:rsidR="003A1015" w:rsidRPr="001420D6">
        <w:rPr>
          <w:rFonts w:ascii="Marianne" w:hAnsi="Marianne"/>
          <w:szCs w:val="24"/>
        </w:rPr>
        <w:t>  </w:t>
      </w:r>
      <w:r w:rsidRPr="001420D6">
        <w:rPr>
          <w:rFonts w:ascii="Marianne" w:hAnsi="Marianne"/>
          <w:szCs w:val="24"/>
        </w:rPr>
        <w:t>Refuser l’avance.</w:t>
      </w:r>
    </w:p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  <w:u w:val="single"/>
        </w:rPr>
        <w:t>NB</w:t>
      </w:r>
      <w:r w:rsidR="003A1015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1420D6">
        <w:rPr>
          <w:rFonts w:ascii="Marianne" w:hAnsi="Marianne"/>
          <w:szCs w:val="24"/>
        </w:rPr>
        <w:t>.</w:t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16" w:name="_Toc153336871"/>
      <w:r w:rsidRPr="001420D6">
        <w:rPr>
          <w:rFonts w:ascii="Marianne" w:hAnsi="Marianne"/>
        </w:rPr>
        <w:t xml:space="preserve"> Mode de règlement</w:t>
      </w:r>
      <w:bookmarkEnd w:id="16"/>
      <w:r w:rsidRPr="001420D6">
        <w:rPr>
          <w:rFonts w:ascii="Marianne" w:hAnsi="Marianne"/>
        </w:rPr>
        <w:t xml:space="preserve"> </w:t>
      </w:r>
    </w:p>
    <w:p w:rsidR="00DE1758" w:rsidRPr="001420D6" w:rsidRDefault="009808BB">
      <w:pPr>
        <w:spacing w:before="120"/>
        <w:ind w:right="-1"/>
        <w:rPr>
          <w:rFonts w:ascii="Marianne" w:hAnsi="Marianne"/>
          <w:color w:val="000000"/>
        </w:rPr>
      </w:pPr>
      <w:r w:rsidRPr="001420D6">
        <w:rPr>
          <w:rFonts w:ascii="Marianne" w:hAnsi="Marianne"/>
          <w:color w:val="000000"/>
        </w:rPr>
        <w:t>L</w:t>
      </w:r>
      <w:r w:rsidR="00E4613C" w:rsidRPr="001420D6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1420D6">
        <w:rPr>
          <w:rFonts w:ascii="Marianne" w:hAnsi="Marianne"/>
          <w:color w:val="000000"/>
        </w:rPr>
        <w:t> </w:t>
      </w:r>
      <w:r w:rsidR="00E4613C" w:rsidRPr="001420D6">
        <w:rPr>
          <w:rFonts w:ascii="Marianne" w:hAnsi="Marianne"/>
          <w:color w:val="000000"/>
        </w:rPr>
        <w:t>:</w:t>
      </w:r>
    </w:p>
    <w:p w:rsidR="00DE1758" w:rsidRPr="001420D6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1420D6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1420D6">
        <w:rPr>
          <w:rFonts w:ascii="Marianne" w:hAnsi="Marianne"/>
          <w:b/>
          <w:color w:val="000000"/>
          <w:szCs w:val="24"/>
        </w:rPr>
        <w:t> </w:t>
      </w:r>
      <w:r w:rsidRPr="001420D6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1420D6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1420D6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Nom</w:t>
      </w:r>
      <w:proofErr w:type="gramEnd"/>
      <w:r w:rsidRPr="001420D6">
        <w:rPr>
          <w:rFonts w:ascii="Marianne" w:hAnsi="Marianne"/>
          <w:sz w:val="24"/>
          <w:szCs w:val="24"/>
        </w:rPr>
        <w:t xml:space="preserve"> de l’établissement bancaire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IBAN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BIC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DE1758" w:rsidRPr="001420D6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1420D6" w:rsidRDefault="00E4613C">
      <w:pPr>
        <w:spacing w:before="120"/>
        <w:ind w:right="-1"/>
        <w:rPr>
          <w:rFonts w:ascii="Marianne" w:hAnsi="Marianne"/>
        </w:rPr>
      </w:pPr>
      <w:r w:rsidRPr="001420D6">
        <w:rPr>
          <w:rFonts w:ascii="Marianne" w:hAnsi="Marianne"/>
        </w:rPr>
        <w:t>Et dont il fournit le RIB ou RIP ou RICE</w:t>
      </w:r>
    </w:p>
    <w:p w:rsidR="00DE1758" w:rsidRPr="001420D6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1420D6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1420D6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1420D6" w:rsidRDefault="00E4613C">
      <w:pPr>
        <w:spacing w:before="120"/>
        <w:rPr>
          <w:rFonts w:ascii="Marianne" w:hAnsi="Marianne"/>
          <w:color w:val="000000"/>
          <w:szCs w:val="24"/>
        </w:rPr>
      </w:pPr>
      <w:r w:rsidRPr="001420D6">
        <w:rPr>
          <w:rFonts w:ascii="Marianne" w:hAnsi="Marianne"/>
          <w:color w:val="000000"/>
          <w:szCs w:val="24"/>
        </w:rPr>
        <w:t>Joindre l’annexe «</w:t>
      </w:r>
      <w:r w:rsidR="003A1015" w:rsidRPr="001420D6">
        <w:rPr>
          <w:rFonts w:ascii="Marianne" w:hAnsi="Marianne"/>
          <w:color w:val="000000"/>
          <w:szCs w:val="24"/>
        </w:rPr>
        <w:t> </w:t>
      </w:r>
      <w:r w:rsidRPr="001420D6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1420D6">
        <w:rPr>
          <w:rFonts w:ascii="Marianne" w:hAnsi="Marianne"/>
          <w:color w:val="000000"/>
          <w:szCs w:val="24"/>
        </w:rPr>
        <w:t> </w:t>
      </w:r>
      <w:r w:rsidRPr="001420D6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1420D6" w:rsidRDefault="00E4613C">
      <w:pPr>
        <w:spacing w:before="120"/>
        <w:rPr>
          <w:rFonts w:ascii="Marianne" w:hAnsi="Marianne"/>
          <w:color w:val="000000"/>
        </w:rPr>
      </w:pPr>
      <w:r w:rsidRPr="001420D6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1420D6">
        <w:rPr>
          <w:rFonts w:ascii="Marianne" w:hAnsi="Marianne"/>
          <w:color w:val="000000"/>
          <w:szCs w:val="24"/>
        </w:rPr>
        <w:t xml:space="preserve">, </w:t>
      </w:r>
      <w:r w:rsidRPr="001420D6">
        <w:rPr>
          <w:rFonts w:ascii="Marianne" w:hAnsi="Marianne"/>
        </w:rPr>
        <w:t>chacun fournissant un RIB ou RIP ou RICE</w:t>
      </w:r>
    </w:p>
    <w:p w:rsidR="00DE1758" w:rsidRPr="001420D6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1420D6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1420D6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1420D6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1420D6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Nom</w:t>
      </w:r>
      <w:proofErr w:type="gramEnd"/>
      <w:r w:rsidRPr="001420D6">
        <w:rPr>
          <w:rFonts w:ascii="Marianne" w:hAnsi="Marianne"/>
          <w:sz w:val="24"/>
          <w:szCs w:val="24"/>
        </w:rPr>
        <w:t xml:space="preserve"> de l’établissement bancaire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IBAN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BIC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DE1758" w:rsidRPr="001420D6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45B04">
        <w:rPr>
          <w:rFonts w:ascii="Marianne" w:hAnsi="Marianne"/>
        </w:rPr>
      </w:r>
      <w:r w:rsidR="00445B04">
        <w:rPr>
          <w:rFonts w:ascii="Marianne" w:hAnsi="Marianne"/>
        </w:rPr>
        <w:fldChar w:fldCharType="separate"/>
      </w:r>
      <w:bookmarkStart w:id="17" w:name="__Fieldmark__771_4252859514"/>
      <w:bookmarkStart w:id="18" w:name="__Fieldmark__875_2719176277"/>
      <w:bookmarkEnd w:id="17"/>
      <w:bookmarkEnd w:id="18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1420D6" w:rsidRDefault="00DE1758">
      <w:pPr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45B04">
        <w:rPr>
          <w:rFonts w:ascii="Marianne" w:hAnsi="Marianne"/>
        </w:rPr>
      </w:r>
      <w:r w:rsidR="00445B04">
        <w:rPr>
          <w:rFonts w:ascii="Marianne" w:hAnsi="Marianne"/>
        </w:rPr>
        <w:fldChar w:fldCharType="separate"/>
      </w:r>
      <w:bookmarkStart w:id="19" w:name="__Fieldmark__780_4252859514"/>
      <w:bookmarkStart w:id="20" w:name="__Fieldmark__884_2719176277"/>
      <w:bookmarkEnd w:id="19"/>
      <w:bookmarkEnd w:id="20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1420D6" w:rsidRDefault="00E4613C" w:rsidP="001420D6">
      <w:pPr>
        <w:pStyle w:val="StyleTitre1ToutenmajusculeGaucheAvant12pt"/>
      </w:pPr>
      <w:bookmarkStart w:id="21" w:name="_Toc520194208"/>
      <w:bookmarkStart w:id="22" w:name="_Toc153336873"/>
      <w:r w:rsidRPr="001420D6">
        <w:t xml:space="preserve">Délais </w:t>
      </w:r>
      <w:bookmarkEnd w:id="21"/>
      <w:r w:rsidRPr="001420D6">
        <w:t>d’exécution</w:t>
      </w:r>
      <w:bookmarkEnd w:id="22"/>
    </w:p>
    <w:p w:rsidR="00DE1758" w:rsidRPr="00445B04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r w:rsidRPr="00445B04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445B04">
        <w:rPr>
          <w:rFonts w:ascii="Marianne" w:hAnsi="Marianne"/>
        </w:rPr>
        <w:t>travaux</w:t>
      </w:r>
      <w:r w:rsidRPr="00445B04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 </w:t>
      </w:r>
      <w:r w:rsidR="006746D4" w:rsidRPr="00445B04">
        <w:rPr>
          <w:rStyle w:val="Style3"/>
          <w:rFonts w:ascii="Marianne" w:hAnsi="Marianne"/>
          <w:vanish w:val="0"/>
          <w:color w:val="auto"/>
          <w:sz w:val="24"/>
          <w:szCs w:val="24"/>
        </w:rPr>
        <w:t>3.1</w:t>
      </w:r>
      <w:r w:rsidRPr="00445B04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du C.C.A.P.</w:t>
      </w:r>
    </w:p>
    <w:p w:rsidR="000B5E77" w:rsidRPr="00445B04" w:rsidRDefault="000B5E77" w:rsidP="000B5E77">
      <w:pPr>
        <w:pStyle w:val="StyleTitre1ToutenmajusculeGaucheAvant12pt"/>
      </w:pPr>
      <w:r w:rsidRPr="00445B04">
        <w:t xml:space="preserve">Clause </w:t>
      </w:r>
      <w:r w:rsidR="00445B04">
        <w:t xml:space="preserve">D’INSERTION </w:t>
      </w:r>
      <w:r w:rsidRPr="00445B04">
        <w:t>sociale</w:t>
      </w:r>
    </w:p>
    <w:p w:rsidR="000B5E77" w:rsidRPr="00445B04" w:rsidRDefault="000B5E77" w:rsidP="000B5E77">
      <w:pPr>
        <w:rPr>
          <w:rFonts w:ascii="Marianne" w:hAnsi="Marianne"/>
          <w:vanish/>
          <w:szCs w:val="24"/>
        </w:rPr>
      </w:pPr>
      <w:r w:rsidRPr="00445B04">
        <w:rPr>
          <w:rFonts w:ascii="Marianne" w:hAnsi="Marianne"/>
          <w:szCs w:val="24"/>
        </w:rPr>
        <w:t xml:space="preserve">Conformément à l’article 4.1.1 </w:t>
      </w:r>
      <w:r w:rsidR="00445B04">
        <w:rPr>
          <w:rFonts w:ascii="Marianne" w:hAnsi="Marianne"/>
          <w:szCs w:val="24"/>
        </w:rPr>
        <w:t xml:space="preserve">du CCAP </w:t>
      </w:r>
      <w:bookmarkStart w:id="23" w:name="_GoBack"/>
      <w:bookmarkEnd w:id="23"/>
      <w:r w:rsidRPr="00445B04">
        <w:rPr>
          <w:rFonts w:ascii="Marianne" w:hAnsi="Marianne"/>
          <w:szCs w:val="24"/>
        </w:rPr>
        <w:t xml:space="preserve">précisant les modalités de mise en œuvre de l’action d’insertion afin de promouvoir l’emploi de personnes rencontrant des difficultés sociales et/ou professionnelles particulières, je m’engage à </w:t>
      </w:r>
      <w:r w:rsidRPr="00445B04">
        <w:rPr>
          <w:rFonts w:ascii="Marianne" w:hAnsi="Marianne"/>
          <w:vanish/>
          <w:szCs w:val="24"/>
        </w:rPr>
        <w:t xml:space="preserve">réserver, lors de l’exécution du présent marché, des emplois à du personnel en insertion pour un montant minimum </w:t>
      </w:r>
      <w:r w:rsidR="00445B04" w:rsidRPr="00445B04">
        <w:rPr>
          <w:rFonts w:ascii="Marianne" w:hAnsi="Marianne"/>
          <w:vanish/>
          <w:szCs w:val="24"/>
        </w:rPr>
        <w:t>d’</w:t>
      </w:r>
      <w:r w:rsidRPr="00445B04">
        <w:rPr>
          <w:rFonts w:ascii="Marianne" w:hAnsi="Marianne"/>
          <w:vanish/>
          <w:szCs w:val="24"/>
        </w:rPr>
        <w:t>heures d’insertion</w:t>
      </w:r>
      <w:r w:rsidR="00445B04" w:rsidRPr="00445B04">
        <w:rPr>
          <w:rFonts w:ascii="Marianne" w:hAnsi="Marianne"/>
          <w:vanish/>
          <w:szCs w:val="24"/>
        </w:rPr>
        <w:t xml:space="preserve"> déterminé au mémoire justificatif de l’offre(MJO)</w:t>
      </w:r>
      <w:r w:rsidRPr="00445B04">
        <w:rPr>
          <w:rFonts w:ascii="Marianne" w:hAnsi="Marianne"/>
          <w:vanish/>
          <w:szCs w:val="24"/>
        </w:rPr>
        <w:t>.</w:t>
      </w:r>
    </w:p>
    <w:p w:rsidR="00DE1758" w:rsidRPr="001420D6" w:rsidRDefault="00E4613C" w:rsidP="001420D6">
      <w:pPr>
        <w:pStyle w:val="StyleTitre1ToutenmajusculeGaucheAvant12pt"/>
      </w:pPr>
      <w:r w:rsidRPr="001420D6">
        <w:t>CESSION DE CR</w:t>
      </w:r>
      <w:r w:rsidR="00883C97" w:rsidRPr="001420D6">
        <w:t>É</w:t>
      </w:r>
      <w:r w:rsidRPr="001420D6">
        <w:t>ANCES</w:t>
      </w:r>
    </w:p>
    <w:p w:rsidR="00DE1758" w:rsidRPr="001420D6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1420D6">
        <w:rPr>
          <w:rFonts w:ascii="Marianne" w:hAnsi="Marianne"/>
          <w:color w:val="000000"/>
        </w:rPr>
        <w:t xml:space="preserve">Le titulaire </w:t>
      </w:r>
      <w:r w:rsidRPr="001420D6">
        <w:rPr>
          <w:rFonts w:ascii="Marianne" w:hAnsi="Marianne"/>
          <w:color w:val="000000"/>
        </w:rPr>
        <w:tab/>
      </w: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45B04">
        <w:rPr>
          <w:rFonts w:ascii="Marianne" w:hAnsi="Marianne"/>
        </w:rPr>
      </w:r>
      <w:r w:rsidR="00445B04">
        <w:rPr>
          <w:rFonts w:ascii="Marianne" w:hAnsi="Marianne"/>
        </w:rPr>
        <w:fldChar w:fldCharType="separate"/>
      </w:r>
      <w:bookmarkStart w:id="24" w:name="__Fieldmark__862_4252859514"/>
      <w:bookmarkStart w:id="25" w:name="__Fieldmark__1021_2719176277"/>
      <w:bookmarkEnd w:id="24"/>
      <w:bookmarkEnd w:id="25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</w:t>
      </w:r>
      <w:r w:rsidRPr="001420D6">
        <w:rPr>
          <w:rFonts w:ascii="Marianne" w:hAnsi="Marianne"/>
          <w:color w:val="000000"/>
        </w:rPr>
        <w:t>demande</w:t>
      </w:r>
      <w:r w:rsidRPr="001420D6">
        <w:rPr>
          <w:rFonts w:ascii="Marianne" w:hAnsi="Marianne"/>
        </w:rPr>
        <w:t xml:space="preserve"> la mention d’exemplaire unique lors de la notification du marché.</w:t>
      </w:r>
    </w:p>
    <w:p w:rsidR="00DE1758" w:rsidRPr="001420D6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1420D6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1420D6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1420D6" w:rsidTr="00BE576D">
        <w:tc>
          <w:tcPr>
            <w:tcW w:w="4962" w:type="dxa"/>
            <w:shd w:val="clear" w:color="auto" w:fill="auto"/>
          </w:tcPr>
          <w:p w:rsidR="00DE1758" w:rsidRPr="001420D6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1420D6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1420D6">
              <w:rPr>
                <w:rFonts w:ascii="Marianne" w:hAnsi="Marianne"/>
                <w:b/>
                <w:color w:val="000000"/>
              </w:rPr>
              <w:t xml:space="preserve"> le</w:t>
            </w:r>
            <w:r w:rsidRPr="001420D6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1420D6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1420D6" w:rsidRDefault="00DE1758" w:rsidP="00C5705B">
            <w:pPr>
              <w:keepNext/>
              <w:tabs>
                <w:tab w:val="right" w:pos="4962"/>
              </w:tabs>
              <w:spacing w:line="120" w:lineRule="auto"/>
              <w:ind w:left="425"/>
              <w:jc w:val="left"/>
              <w:rPr>
                <w:rFonts w:ascii="Marianne" w:hAnsi="Marianne"/>
                <w:color w:val="000000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1420D6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1420D6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1420D6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1420D6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À</w:t>
            </w:r>
            <w:r w:rsidR="00E4613C" w:rsidRPr="001420D6">
              <w:rPr>
                <w:rFonts w:ascii="Marianne" w:hAnsi="Marianne"/>
                <w:b/>
              </w:rPr>
              <w:t xml:space="preserve">                            </w:t>
            </w:r>
            <w:proofErr w:type="gramStart"/>
            <w:r w:rsidR="00E4613C" w:rsidRPr="001420D6">
              <w:rPr>
                <w:rFonts w:ascii="Marianne" w:hAnsi="Marianne"/>
                <w:b/>
              </w:rPr>
              <w:t xml:space="preserve">  ,</w:t>
            </w:r>
            <w:proofErr w:type="gramEnd"/>
            <w:r w:rsidR="003A1015" w:rsidRPr="001420D6">
              <w:rPr>
                <w:rFonts w:ascii="Marianne" w:hAnsi="Marianne"/>
                <w:b/>
              </w:rPr>
              <w:t xml:space="preserve"> </w:t>
            </w:r>
            <w:r w:rsidR="00E4613C" w:rsidRPr="001420D6">
              <w:rPr>
                <w:rFonts w:ascii="Marianne" w:hAnsi="Marianne"/>
                <w:b/>
              </w:rPr>
              <w:t>le</w:t>
            </w:r>
          </w:p>
          <w:p w:rsidR="00DE1758" w:rsidRPr="001420D6" w:rsidRDefault="00DE1758" w:rsidP="00C5705B">
            <w:pPr>
              <w:keepNext/>
              <w:spacing w:line="120" w:lineRule="auto"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1420D6">
              <w:rPr>
                <w:rFonts w:ascii="Marianne" w:hAnsi="Marianne"/>
                <w:b/>
              </w:rPr>
              <w:t>notification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</w:rPr>
              <w:t xml:space="preserve">Signature et cachet </w:t>
            </w: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</w:rPr>
              <w:t>du représentant du pouvoir adjudicateur</w:t>
            </w:r>
          </w:p>
        </w:tc>
      </w:tr>
    </w:tbl>
    <w:p w:rsidR="001420D6" w:rsidRDefault="001420D6">
      <w:pPr>
        <w:jc w:val="left"/>
        <w:rPr>
          <w:rFonts w:ascii="Marianne" w:hAnsi="Marianne"/>
        </w:rPr>
      </w:pPr>
    </w:p>
    <w:p w:rsidR="00C5705B" w:rsidRPr="001420D6" w:rsidRDefault="00C5705B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1420D6" w:rsidTr="00BE576D">
        <w:tc>
          <w:tcPr>
            <w:tcW w:w="10312" w:type="dxa"/>
            <w:shd w:val="clear" w:color="auto" w:fill="auto"/>
          </w:tcPr>
          <w:p w:rsidR="00DE1758" w:rsidRPr="001420D6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1420D6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1420D6">
              <w:rPr>
                <w:rFonts w:ascii="Marianne" w:hAnsi="Marianne"/>
                <w:b/>
                <w:szCs w:val="24"/>
              </w:rPr>
              <w:t>’</w:t>
            </w:r>
            <w:r w:rsidRPr="001420D6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1420D6">
              <w:rPr>
                <w:rFonts w:ascii="Marianne" w:hAnsi="Marianne"/>
                <w:b/>
                <w:szCs w:val="24"/>
              </w:rPr>
              <w:t>’</w:t>
            </w:r>
            <w:r w:rsidRPr="001420D6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1420D6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1420D6">
              <w:rPr>
                <w:rFonts w:ascii="Marianne" w:hAnsi="Marianne"/>
                <w:b/>
                <w:szCs w:val="24"/>
              </w:rPr>
              <w:t> </w:t>
            </w:r>
            <w:r w:rsidR="007F032B" w:rsidRPr="001420D6">
              <w:rPr>
                <w:rFonts w:ascii="Marianne" w:hAnsi="Marianne"/>
                <w:b/>
                <w:szCs w:val="24"/>
              </w:rPr>
              <w:t>2191</w:t>
            </w:r>
            <w:r w:rsidR="001D6DBF" w:rsidRPr="001420D6">
              <w:rPr>
                <w:rFonts w:ascii="Marianne" w:hAnsi="Marianne"/>
                <w:b/>
                <w:szCs w:val="24"/>
              </w:rPr>
              <w:t>‑</w:t>
            </w:r>
            <w:r w:rsidR="007F032B" w:rsidRPr="001420D6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1420D6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1420D6" w:rsidRDefault="00DE1758" w:rsidP="00C5705B">
            <w:pPr>
              <w:keepNext/>
              <w:spacing w:line="120" w:lineRule="auto"/>
              <w:ind w:right="142"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1420D6">
              <w:rPr>
                <w:rFonts w:ascii="Marianne" w:hAnsi="Marianne"/>
                <w:szCs w:val="24"/>
              </w:rPr>
              <w:t>À</w:t>
            </w:r>
            <w:r w:rsidR="00E4613C" w:rsidRPr="001420D6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1420D6" w:rsidRDefault="00DE1758">
      <w:pPr>
        <w:ind w:left="426"/>
        <w:jc w:val="left"/>
        <w:rPr>
          <w:rFonts w:ascii="Marianne" w:hAnsi="Marianne"/>
        </w:rPr>
      </w:pPr>
    </w:p>
    <w:p w:rsidR="00DE1758" w:rsidRPr="001420D6" w:rsidRDefault="00DE1758">
      <w:pPr>
        <w:ind w:left="426"/>
        <w:jc w:val="left"/>
        <w:rPr>
          <w:rFonts w:ascii="Marianne" w:hAnsi="Marianne"/>
        </w:rPr>
        <w:sectPr w:rsidR="00DE1758" w:rsidRPr="001420D6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1420D6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1420D6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1420D6" w:rsidRDefault="00E4613C">
      <w:pPr>
        <w:jc w:val="center"/>
        <w:rPr>
          <w:rFonts w:ascii="Marianne" w:hAnsi="Marianne"/>
          <w:color w:val="000000"/>
        </w:rPr>
      </w:pPr>
      <w:r w:rsidRPr="001420D6">
        <w:rPr>
          <w:rFonts w:ascii="Marianne" w:hAnsi="Marianne"/>
          <w:color w:val="000000"/>
        </w:rPr>
        <w:t>Annexe à l’acte d’engagement</w:t>
      </w:r>
    </w:p>
    <w:p w:rsidR="00DE1758" w:rsidRPr="001420D6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1420D6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 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1420D6" w:rsidRDefault="00D00253" w:rsidP="00D00253">
      <w:pPr>
        <w:rPr>
          <w:rFonts w:ascii="Marianne" w:hAnsi="Marianne"/>
          <w:color w:val="000000"/>
        </w:rPr>
      </w:pPr>
    </w:p>
    <w:p w:rsidR="00DE1758" w:rsidRPr="001420D6" w:rsidRDefault="00DE1758">
      <w:pPr>
        <w:rPr>
          <w:rFonts w:ascii="Marianne" w:hAnsi="Marianne"/>
          <w:color w:val="000000"/>
          <w:sz w:val="8"/>
        </w:rPr>
      </w:pPr>
    </w:p>
    <w:sectPr w:rsidR="00DE1758" w:rsidRPr="001420D6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563" w:rsidRDefault="00BD1563">
      <w:r>
        <w:separator/>
      </w:r>
    </w:p>
  </w:endnote>
  <w:endnote w:type="continuationSeparator" w:id="0">
    <w:p w:rsidR="00BD1563" w:rsidRDefault="00BD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563" w:rsidRDefault="00BD1563">
      <w:r>
        <w:separator/>
      </w:r>
    </w:p>
  </w:footnote>
  <w:footnote w:type="continuationSeparator" w:id="0">
    <w:p w:rsidR="00BD1563" w:rsidRDefault="00BD1563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5510CB5A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63"/>
    <w:rsid w:val="00016EF3"/>
    <w:rsid w:val="00063CCA"/>
    <w:rsid w:val="00072B0A"/>
    <w:rsid w:val="000B5E77"/>
    <w:rsid w:val="000C0981"/>
    <w:rsid w:val="000D2539"/>
    <w:rsid w:val="000E4601"/>
    <w:rsid w:val="000E5F69"/>
    <w:rsid w:val="001420D6"/>
    <w:rsid w:val="00167EE1"/>
    <w:rsid w:val="001C001D"/>
    <w:rsid w:val="001D6DBF"/>
    <w:rsid w:val="00277233"/>
    <w:rsid w:val="002A76C6"/>
    <w:rsid w:val="002B3A28"/>
    <w:rsid w:val="00303BA2"/>
    <w:rsid w:val="00307688"/>
    <w:rsid w:val="003A1015"/>
    <w:rsid w:val="003C3898"/>
    <w:rsid w:val="004223D8"/>
    <w:rsid w:val="00445B04"/>
    <w:rsid w:val="004E4BA5"/>
    <w:rsid w:val="005316C0"/>
    <w:rsid w:val="0053205D"/>
    <w:rsid w:val="00555157"/>
    <w:rsid w:val="005A5B98"/>
    <w:rsid w:val="005B133D"/>
    <w:rsid w:val="005D02C7"/>
    <w:rsid w:val="006273EA"/>
    <w:rsid w:val="006611F1"/>
    <w:rsid w:val="006746D4"/>
    <w:rsid w:val="006F1F9B"/>
    <w:rsid w:val="007172DA"/>
    <w:rsid w:val="00763DA3"/>
    <w:rsid w:val="007834A4"/>
    <w:rsid w:val="007D48E5"/>
    <w:rsid w:val="007F032B"/>
    <w:rsid w:val="007F4CC0"/>
    <w:rsid w:val="00801DCF"/>
    <w:rsid w:val="00853C6A"/>
    <w:rsid w:val="00883C97"/>
    <w:rsid w:val="008A5EF9"/>
    <w:rsid w:val="00902B77"/>
    <w:rsid w:val="009808BB"/>
    <w:rsid w:val="009F7CC2"/>
    <w:rsid w:val="00A958B7"/>
    <w:rsid w:val="00B36067"/>
    <w:rsid w:val="00B772DB"/>
    <w:rsid w:val="00BA1057"/>
    <w:rsid w:val="00BD1563"/>
    <w:rsid w:val="00BD2173"/>
    <w:rsid w:val="00BE576D"/>
    <w:rsid w:val="00C5705B"/>
    <w:rsid w:val="00CE4C03"/>
    <w:rsid w:val="00D00253"/>
    <w:rsid w:val="00D074DC"/>
    <w:rsid w:val="00D12515"/>
    <w:rsid w:val="00DC3F59"/>
    <w:rsid w:val="00DE1758"/>
    <w:rsid w:val="00DF1D3B"/>
    <w:rsid w:val="00E2228A"/>
    <w:rsid w:val="00E30FAF"/>
    <w:rsid w:val="00E340CF"/>
    <w:rsid w:val="00E4613C"/>
    <w:rsid w:val="00FC64BF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A2DE1"/>
  <w15:docId w15:val="{39F38B20-6C3F-438C-B324-2CF76063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420D6"/>
    <w:pPr>
      <w:tabs>
        <w:tab w:val="left" w:pos="284"/>
        <w:tab w:val="left" w:pos="567"/>
        <w:tab w:val="left" w:pos="851"/>
      </w:tabs>
    </w:pPr>
    <w:rPr>
      <w:rFonts w:ascii="Marianne" w:hAnsi="Marianne"/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1420D6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02B-AE_ORD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43588-37ED-46EE-8EC5-6450F36A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02B-AE_ORD-V9</Template>
  <TotalTime>3</TotalTime>
  <Pages>6</Pages>
  <Words>1533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9946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3</cp:revision>
  <cp:lastPrinted>2013-12-18T07:36:00Z</cp:lastPrinted>
  <dcterms:created xsi:type="dcterms:W3CDTF">2025-10-28T08:34:00Z</dcterms:created>
  <dcterms:modified xsi:type="dcterms:W3CDTF">2025-10-30T13:01:00Z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